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3B8" w:rsidRPr="0033475C" w:rsidRDefault="00A363B8" w:rsidP="004633D0">
      <w:pPr>
        <w:rPr>
          <w:rFonts w:asciiTheme="minorHAnsi" w:hAnsiTheme="minorHAnsi" w:cstheme="minorHAnsi"/>
          <w:sz w:val="20"/>
          <w:szCs w:val="20"/>
        </w:rPr>
      </w:pPr>
      <w:bookmarkStart w:id="0" w:name="_GoBack"/>
      <w:bookmarkEnd w:id="0"/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Pan</w:t>
      </w: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Jacek Paziewski</w:t>
      </w: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Sekretarz Komitetu Rady</w:t>
      </w: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Ministrów do spraw Cyfryzacji</w:t>
      </w:r>
    </w:p>
    <w:p w:rsidR="00683A5D" w:rsidRDefault="00683A5D" w:rsidP="00683A5D">
      <w:pPr>
        <w:spacing w:after="240"/>
        <w:ind w:left="4956" w:firstLine="709"/>
        <w:rPr>
          <w:rFonts w:ascii="Calibri" w:hAnsi="Calibri"/>
          <w:b/>
        </w:rPr>
      </w:pPr>
    </w:p>
    <w:p w:rsidR="00683A5D" w:rsidRDefault="00683A5D" w:rsidP="00683A5D">
      <w:pPr>
        <w:spacing w:line="254" w:lineRule="auto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Szanowny Panie Sekretarzu,</w:t>
      </w:r>
      <w:r w:rsidR="00F9146D">
        <w:rPr>
          <w:rFonts w:ascii="Calibri" w:hAnsi="Calibri"/>
          <w:i/>
        </w:rPr>
        <w:t xml:space="preserve"> </w:t>
      </w:r>
    </w:p>
    <w:p w:rsidR="00683A5D" w:rsidRDefault="00683A5D" w:rsidP="00683A5D">
      <w:pPr>
        <w:spacing w:line="254" w:lineRule="auto"/>
        <w:rPr>
          <w:rFonts w:ascii="Calibri" w:hAnsi="Calibri" w:cs="Calibri"/>
          <w:i/>
        </w:rPr>
      </w:pPr>
    </w:p>
    <w:p w:rsidR="00136DE8" w:rsidRPr="00D05212" w:rsidRDefault="00124C19" w:rsidP="00124C19">
      <w:pPr>
        <w:spacing w:line="264" w:lineRule="auto"/>
        <w:rPr>
          <w:rFonts w:ascii="Calibri" w:eastAsia="Calibri" w:hAnsi="Calibri"/>
          <w:b/>
          <w:sz w:val="28"/>
          <w:szCs w:val="22"/>
          <w:lang w:eastAsia="en-US"/>
        </w:rPr>
      </w:pPr>
      <w:r>
        <w:rPr>
          <w:rFonts w:ascii="Calibri" w:hAnsi="Calibri" w:cs="Calibri"/>
        </w:rPr>
        <w:t>w załączeniu przekazuję tabelę uwag do raportu końcowego</w:t>
      </w:r>
      <w:r w:rsidR="00683A5D">
        <w:rPr>
          <w:rFonts w:ascii="Calibri" w:hAnsi="Calibri" w:cs="Calibri"/>
        </w:rPr>
        <w:t xml:space="preserve"> </w:t>
      </w:r>
      <w:r w:rsidR="00683A5D" w:rsidRPr="008E63D2">
        <w:rPr>
          <w:rFonts w:ascii="Calibri" w:hAnsi="Calibri" w:cs="Calibri"/>
        </w:rPr>
        <w:t>projekt</w:t>
      </w:r>
      <w:r>
        <w:rPr>
          <w:rFonts w:ascii="Calibri" w:hAnsi="Calibri" w:cs="Calibri"/>
        </w:rPr>
        <w:t>u</w:t>
      </w:r>
      <w:r w:rsidR="00683A5D" w:rsidRPr="008E63D2">
        <w:rPr>
          <w:rFonts w:ascii="Calibri" w:hAnsi="Calibri" w:cs="Calibri"/>
        </w:rPr>
        <w:t xml:space="preserve"> informatyczn</w:t>
      </w:r>
      <w:r>
        <w:rPr>
          <w:rFonts w:ascii="Calibri" w:hAnsi="Calibri" w:cs="Calibri"/>
        </w:rPr>
        <w:t>ego</w:t>
      </w:r>
      <w:r w:rsidR="00683A5D" w:rsidRPr="008E63D2">
        <w:rPr>
          <w:rFonts w:ascii="Calibri" w:hAnsi="Calibri" w:cs="Calibri"/>
        </w:rPr>
        <w:t xml:space="preserve"> </w:t>
      </w:r>
      <w:r w:rsidR="004231C6">
        <w:rPr>
          <w:rFonts w:ascii="Calibri" w:hAnsi="Calibri" w:cs="Calibri"/>
        </w:rPr>
        <w:br/>
      </w:r>
      <w:r w:rsidR="00683A5D" w:rsidRPr="008E63D2">
        <w:rPr>
          <w:rFonts w:ascii="Calibri" w:hAnsi="Calibri" w:cs="Calibri"/>
        </w:rPr>
        <w:t>pn.:</w:t>
      </w:r>
      <w:r w:rsidRPr="00124C19">
        <w:rPr>
          <w:rFonts w:ascii="Calibri" w:hAnsi="Calibri" w:cs="Calibri"/>
        </w:rPr>
        <w:t xml:space="preserve"> „</w:t>
      </w:r>
      <w:r w:rsidR="00443476" w:rsidRPr="00443476">
        <w:rPr>
          <w:rFonts w:ascii="Calibri" w:hAnsi="Calibri" w:cs="Calibri"/>
          <w:b/>
        </w:rPr>
        <w:t>Digitalizacja zasobów będących w posiadaniu P</w:t>
      </w:r>
      <w:r w:rsidR="00443476">
        <w:rPr>
          <w:rFonts w:ascii="Calibri" w:hAnsi="Calibri" w:cs="Calibri"/>
          <w:b/>
        </w:rPr>
        <w:t>olskiego Wydawnictwa Muzycznego</w:t>
      </w:r>
      <w:r>
        <w:rPr>
          <w:rFonts w:ascii="Calibri" w:hAnsi="Calibri" w:cs="Calibri"/>
          <w:b/>
        </w:rPr>
        <w:t>”</w:t>
      </w:r>
      <w:r w:rsidRPr="00124C19">
        <w:rPr>
          <w:rFonts w:ascii="Calibri" w:hAnsi="Calibri" w:cs="Calibri"/>
        </w:rPr>
        <w:t xml:space="preserve"> (wnioskodawca - </w:t>
      </w:r>
      <w:r w:rsidR="00443476" w:rsidRPr="00443476">
        <w:rPr>
          <w:rFonts w:ascii="Calibri" w:hAnsi="Calibri" w:cs="Calibri"/>
        </w:rPr>
        <w:t>Minister Kultury, Dziedzictwa Narodowego i Sportu</w:t>
      </w:r>
      <w:r w:rsidRPr="00124C19">
        <w:rPr>
          <w:rFonts w:ascii="Calibri" w:hAnsi="Calibri" w:cs="Calibri"/>
        </w:rPr>
        <w:t xml:space="preserve">, beneficjent - </w:t>
      </w:r>
      <w:r w:rsidR="00443476" w:rsidRPr="00443476">
        <w:rPr>
          <w:rFonts w:ascii="Calibri" w:hAnsi="Calibri" w:cs="Calibri"/>
        </w:rPr>
        <w:t>Polskie Wydawnictwo Muzyczne</w:t>
      </w:r>
      <w:r w:rsidRPr="00124C19">
        <w:rPr>
          <w:rFonts w:ascii="Calibri" w:hAnsi="Calibri" w:cs="Calibri"/>
        </w:rPr>
        <w:t>)</w:t>
      </w:r>
      <w:r w:rsidR="00D05212">
        <w:rPr>
          <w:rFonts w:ascii="Calibri" w:eastAsia="Calibri" w:hAnsi="Calibri"/>
          <w:szCs w:val="22"/>
          <w:lang w:eastAsia="en-US"/>
        </w:rPr>
        <w:t>.</w:t>
      </w:r>
    </w:p>
    <w:p w:rsidR="0033475C" w:rsidRDefault="0033475C" w:rsidP="004633D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0A71A0" w:rsidRPr="0033475C" w:rsidRDefault="000A71A0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i/>
          <w:iCs/>
        </w:rPr>
      </w:pPr>
      <w:r w:rsidRPr="0033475C">
        <w:rPr>
          <w:rFonts w:asciiTheme="minorHAnsi" w:hAnsiTheme="minorHAnsi" w:cstheme="minorHAnsi"/>
          <w:i/>
          <w:iCs/>
        </w:rPr>
        <w:t>Z poważaniem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0A71A0" w:rsidRPr="0033475C" w:rsidRDefault="00404F0E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 xml:space="preserve">z up. </w:t>
      </w:r>
      <w:r w:rsidR="000A71A0" w:rsidRPr="0033475C">
        <w:rPr>
          <w:rFonts w:asciiTheme="minorHAnsi" w:hAnsiTheme="minorHAnsi" w:cstheme="minorHAnsi"/>
          <w:b/>
          <w:bCs/>
        </w:rPr>
        <w:t>Marek Zagórski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Sekretarz Stanu</w:t>
      </w:r>
    </w:p>
    <w:p w:rsidR="00EA13E5" w:rsidRPr="0033475C" w:rsidRDefault="00EA13E5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w Kancelarii Prezesa Rady Ministrów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</w:rPr>
      </w:pP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3475C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B30905" w:rsidRPr="0033475C" w:rsidRDefault="00B30905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sectPr w:rsidR="00B30905" w:rsidRPr="0033475C" w:rsidSect="004633D0">
      <w:footerReference w:type="default" r:id="rId7"/>
      <w:headerReference w:type="first" r:id="rId8"/>
      <w:footerReference w:type="first" r:id="rId9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141A" w:rsidRDefault="00DF141A">
      <w:r>
        <w:separator/>
      </w:r>
    </w:p>
  </w:endnote>
  <w:endnote w:type="continuationSeparator" w:id="0">
    <w:p w:rsidR="00DF141A" w:rsidRDefault="00DF14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53F" w:rsidRDefault="005E753F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753F" w:rsidRDefault="005E753F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060 Warszawa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, tel. +48 (22)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245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59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7B7069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" stroked="f">
              <v:textbox>
                <w:txbxContent>
                  <w:p w:rsidR="005E753F" w:rsidRDefault="005E753F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060 Warszawa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, tel. +48 (22)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245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59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7B7069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167668C3" wp14:editId="579DC46D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731" w:rsidRDefault="00AE7731">
    <w:pPr>
      <w:pStyle w:val="Stopka"/>
    </w:pPr>
    <w:r w:rsidRPr="00AE7731">
      <w:rPr>
        <w:noProof/>
      </w:rPr>
      <w:drawing>
        <wp:anchor distT="0" distB="0" distL="114300" distR="114300" simplePos="0" relativeHeight="251668480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141A" w:rsidRDefault="00DF141A">
      <w:r>
        <w:separator/>
      </w:r>
    </w:p>
  </w:footnote>
  <w:footnote w:type="continuationSeparator" w:id="0">
    <w:p w:rsidR="00DF141A" w:rsidRDefault="00DF14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8D3" w:rsidRDefault="007018D3" w:rsidP="007018D3">
    <w:pPr>
      <w:pStyle w:val="Nagwek"/>
      <w:jc w:val="right"/>
    </w:pPr>
  </w:p>
  <w:p w:rsidR="007018D3" w:rsidRDefault="007018D3" w:rsidP="007018D3">
    <w:pPr>
      <w:pStyle w:val="Nagwek"/>
      <w:jc w:val="right"/>
    </w:pPr>
  </w:p>
  <w:p w:rsidR="004633D0" w:rsidRPr="00AC006D" w:rsidRDefault="0033475C" w:rsidP="00404F0E">
    <w:pPr>
      <w:pStyle w:val="Nagwek"/>
      <w:jc w:val="right"/>
      <w:rPr>
        <w:rFonts w:asciiTheme="minorHAnsi" w:hAnsiTheme="minorHAnsi" w:cstheme="minorHAnsi"/>
        <w:sz w:val="22"/>
        <w:szCs w:val="22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0615E6A7" wp14:editId="113E53FC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404620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3475C" w:rsidRPr="00D25DAB" w:rsidRDefault="00443476" w:rsidP="00D25DAB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</w:pPr>
                          <w:r w:rsidRPr="00443476"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  <w:t>DAIP.WOKRM.0102.66.3.2021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615E6A7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10.6pt;z-index:25167155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" strokecolor="white [3212]">
              <v:textbox style="mso-fit-shape-to-text:t">
                <w:txbxContent>
                  <w:p w:rsidR="0033475C" w:rsidRPr="00D25DAB" w:rsidRDefault="00443476" w:rsidP="00D25DAB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</w:pPr>
                    <w:r w:rsidRPr="00443476"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  <w:t>DAIP.WOKRM.0102.66.3.2021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="00404F0E"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E49894F" wp14:editId="06256A74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18D3" w:rsidRPr="00495DA1" w:rsidRDefault="007018D3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teusz</w:t>
                          </w: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 xml:space="preserve"> 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Morawiecki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E49894F" id="_x0000_s1028" type="#_x0000_t202" style="position:absolute;left:0;text-align:left;margin-left:-12.6pt;margin-top:109.65pt;width:219.75pt;height:24.3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" stroked="f">
              <v:textbox>
                <w:txbxContent>
                  <w:p w:rsidR="007018D3" w:rsidRPr="00495DA1" w:rsidRDefault="007018D3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teusz</w:t>
                    </w: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 xml:space="preserve"> 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404F0E" w:rsidRPr="00404F0E">
      <w:rPr>
        <w:noProof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2375A">
      <w:t>/</w:t>
    </w:r>
    <w:r w:rsidR="00A2375A" w:rsidRPr="00AC006D">
      <w:rPr>
        <w:rFonts w:asciiTheme="minorHAnsi" w:hAnsiTheme="minorHAnsi" w:cstheme="minorHAnsi"/>
        <w:sz w:val="22"/>
        <w:szCs w:val="22"/>
      </w:rPr>
      <w:t>elektroniczny znacznik czasu/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0C2F90"/>
    <w:multiLevelType w:val="hybridMultilevel"/>
    <w:tmpl w:val="C950AF2E"/>
    <w:lvl w:ilvl="0" w:tplc="47B435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D70CE54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1B85E3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15692D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378700A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B54CAFA0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978157A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8AC5976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044E65C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EB31409"/>
    <w:multiLevelType w:val="hybridMultilevel"/>
    <w:tmpl w:val="7ECE48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211"/>
    <w:rsid w:val="000175EE"/>
    <w:rsid w:val="000531F0"/>
    <w:rsid w:val="000A71A0"/>
    <w:rsid w:val="000C2317"/>
    <w:rsid w:val="000D026F"/>
    <w:rsid w:val="001135DE"/>
    <w:rsid w:val="0011447A"/>
    <w:rsid w:val="001151AA"/>
    <w:rsid w:val="0012268A"/>
    <w:rsid w:val="00124C19"/>
    <w:rsid w:val="00136DE8"/>
    <w:rsid w:val="001929B1"/>
    <w:rsid w:val="00223CE1"/>
    <w:rsid w:val="002431C8"/>
    <w:rsid w:val="002A0DA3"/>
    <w:rsid w:val="002C0265"/>
    <w:rsid w:val="002D6DAA"/>
    <w:rsid w:val="0033475C"/>
    <w:rsid w:val="00404F0E"/>
    <w:rsid w:val="00417572"/>
    <w:rsid w:val="00420DDB"/>
    <w:rsid w:val="004231C6"/>
    <w:rsid w:val="00433553"/>
    <w:rsid w:val="00443476"/>
    <w:rsid w:val="00446181"/>
    <w:rsid w:val="004633D0"/>
    <w:rsid w:val="00495DA1"/>
    <w:rsid w:val="004F20D4"/>
    <w:rsid w:val="00511465"/>
    <w:rsid w:val="00554DA7"/>
    <w:rsid w:val="0058723A"/>
    <w:rsid w:val="005C7EB9"/>
    <w:rsid w:val="005E753F"/>
    <w:rsid w:val="005E7C11"/>
    <w:rsid w:val="0060027F"/>
    <w:rsid w:val="00683A5D"/>
    <w:rsid w:val="006A5C4D"/>
    <w:rsid w:val="006B40DB"/>
    <w:rsid w:val="006B6F70"/>
    <w:rsid w:val="007018D3"/>
    <w:rsid w:val="00705FD1"/>
    <w:rsid w:val="00741481"/>
    <w:rsid w:val="007A354D"/>
    <w:rsid w:val="007B576D"/>
    <w:rsid w:val="007B7069"/>
    <w:rsid w:val="007C0018"/>
    <w:rsid w:val="00806126"/>
    <w:rsid w:val="00866B8C"/>
    <w:rsid w:val="008B1D7E"/>
    <w:rsid w:val="008C399F"/>
    <w:rsid w:val="008D560F"/>
    <w:rsid w:val="008E63D2"/>
    <w:rsid w:val="00935D23"/>
    <w:rsid w:val="009742A2"/>
    <w:rsid w:val="009C2C00"/>
    <w:rsid w:val="009D4211"/>
    <w:rsid w:val="00A2375A"/>
    <w:rsid w:val="00A363B8"/>
    <w:rsid w:val="00A436D1"/>
    <w:rsid w:val="00A471BD"/>
    <w:rsid w:val="00AB6FA7"/>
    <w:rsid w:val="00AC006D"/>
    <w:rsid w:val="00AE7731"/>
    <w:rsid w:val="00B30905"/>
    <w:rsid w:val="00BB1FAD"/>
    <w:rsid w:val="00BB2815"/>
    <w:rsid w:val="00BE094A"/>
    <w:rsid w:val="00C057AF"/>
    <w:rsid w:val="00C33102"/>
    <w:rsid w:val="00C35FC7"/>
    <w:rsid w:val="00C53E61"/>
    <w:rsid w:val="00C62C90"/>
    <w:rsid w:val="00CA00FE"/>
    <w:rsid w:val="00CF13E8"/>
    <w:rsid w:val="00D05212"/>
    <w:rsid w:val="00D05B72"/>
    <w:rsid w:val="00D25DAB"/>
    <w:rsid w:val="00DA0A66"/>
    <w:rsid w:val="00DF141A"/>
    <w:rsid w:val="00E86BDA"/>
    <w:rsid w:val="00EA13E5"/>
    <w:rsid w:val="00EA7F17"/>
    <w:rsid w:val="00EB2B20"/>
    <w:rsid w:val="00F10BA4"/>
    <w:rsid w:val="00F76A8C"/>
    <w:rsid w:val="00F9146D"/>
    <w:rsid w:val="00FC2F2B"/>
    <w:rsid w:val="00FF0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ABA840C-1E9F-4AE6-ACF1-088F62724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347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34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71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45</TotalTime>
  <Pages>1</Pages>
  <Words>75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Kuśmirek Miłosław</dc:creator>
  <cp:keywords/>
  <cp:lastModifiedBy>Zwara Wioletta</cp:lastModifiedBy>
  <cp:revision>19</cp:revision>
  <dcterms:created xsi:type="dcterms:W3CDTF">2020-11-05T20:46:00Z</dcterms:created>
  <dcterms:modified xsi:type="dcterms:W3CDTF">2021-03-26T14:47:00Z</dcterms:modified>
</cp:coreProperties>
</file>